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F43" w:rsidRPr="009070AC" w:rsidRDefault="001355A8" w:rsidP="00B52B7A">
      <w:pPr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611505" cy="611505"/>
            <wp:effectExtent l="0" t="0" r="0" b="0"/>
            <wp:docPr id="1" name="Рисунок 1" descr="Орел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рел 3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lum bright="-50000" contrast="7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F43" w:rsidRPr="009070AC" w:rsidRDefault="00202F43" w:rsidP="00202F43">
      <w:pPr>
        <w:pStyle w:val="a5"/>
        <w:rPr>
          <w:color w:val="000000"/>
          <w:szCs w:val="30"/>
        </w:rPr>
      </w:pPr>
    </w:p>
    <w:p w:rsidR="00202F43" w:rsidRPr="00EA7873" w:rsidRDefault="00202F43" w:rsidP="00B17642">
      <w:pPr>
        <w:pStyle w:val="a5"/>
        <w:spacing w:line="360" w:lineRule="auto"/>
        <w:rPr>
          <w:color w:val="000000"/>
          <w:sz w:val="20"/>
        </w:rPr>
      </w:pPr>
      <w:r w:rsidRPr="00EA7873">
        <w:rPr>
          <w:color w:val="000000"/>
          <w:sz w:val="20"/>
        </w:rPr>
        <w:t xml:space="preserve">ФЕДЕРАЛЬНАЯ СЛУЖБА ИСПОЛНЕНИЯ НАКАЗАНИЙ </w:t>
      </w:r>
    </w:p>
    <w:p w:rsidR="00202F43" w:rsidRDefault="00202F43" w:rsidP="00202F43">
      <w:pPr>
        <w:pStyle w:val="a5"/>
        <w:rPr>
          <w:color w:val="000000"/>
          <w:szCs w:val="30"/>
        </w:rPr>
      </w:pPr>
      <w:r w:rsidRPr="00EA7873">
        <w:rPr>
          <w:color w:val="000000"/>
          <w:szCs w:val="30"/>
        </w:rPr>
        <w:t>УПРАВЛЕНИЕ  ПО ЯРОСЛАВСКОЙ ОБЛАСТИ</w:t>
      </w:r>
    </w:p>
    <w:p w:rsidR="00EA7873" w:rsidRPr="00EA7873" w:rsidRDefault="00EA7873" w:rsidP="00B17642">
      <w:pPr>
        <w:pStyle w:val="a5"/>
        <w:spacing w:line="360" w:lineRule="auto"/>
        <w:rPr>
          <w:color w:val="000000"/>
          <w:sz w:val="26"/>
          <w:szCs w:val="26"/>
        </w:rPr>
      </w:pPr>
      <w:r w:rsidRPr="00EA7873">
        <w:rPr>
          <w:sz w:val="26"/>
          <w:szCs w:val="26"/>
        </w:rPr>
        <w:t>(УФСИН РОССИИ ПО ЯРОСЛАВСКОЙ ОБЛАСТИ)</w:t>
      </w:r>
    </w:p>
    <w:p w:rsidR="00202F43" w:rsidRPr="00B17642" w:rsidRDefault="00202F43" w:rsidP="00202F43">
      <w:pPr>
        <w:pStyle w:val="1"/>
        <w:jc w:val="left"/>
        <w:rPr>
          <w:color w:val="000000"/>
          <w:sz w:val="16"/>
          <w:szCs w:val="16"/>
        </w:rPr>
      </w:pPr>
    </w:p>
    <w:p w:rsidR="00202F43" w:rsidRPr="009070AC" w:rsidRDefault="00202F43" w:rsidP="00B17642">
      <w:pPr>
        <w:pStyle w:val="1"/>
        <w:spacing w:line="360" w:lineRule="auto"/>
        <w:rPr>
          <w:color w:val="000000"/>
          <w:sz w:val="36"/>
        </w:rPr>
      </w:pPr>
      <w:r w:rsidRPr="009070AC">
        <w:rPr>
          <w:color w:val="000000"/>
          <w:spacing w:val="60"/>
          <w:sz w:val="36"/>
        </w:rPr>
        <w:t>ПРИКА</w:t>
      </w:r>
      <w:r w:rsidRPr="009070AC">
        <w:rPr>
          <w:color w:val="000000"/>
          <w:sz w:val="36"/>
        </w:rPr>
        <w:t>З</w:t>
      </w:r>
    </w:p>
    <w:p w:rsidR="00202F43" w:rsidRPr="00EA7873" w:rsidRDefault="00202F43" w:rsidP="00202F43">
      <w:pPr>
        <w:jc w:val="center"/>
        <w:rPr>
          <w:color w:val="000000"/>
          <w:sz w:val="26"/>
          <w:szCs w:val="26"/>
        </w:rPr>
      </w:pPr>
      <w:r w:rsidRPr="00EA7873">
        <w:rPr>
          <w:color w:val="000000"/>
          <w:sz w:val="26"/>
          <w:szCs w:val="26"/>
        </w:rPr>
        <w:t>Ярославль</w:t>
      </w:r>
    </w:p>
    <w:p w:rsidR="00872B28" w:rsidRPr="00B161F5" w:rsidRDefault="00B579BE" w:rsidP="00872B28">
      <w:pPr>
        <w:jc w:val="center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26 </w:t>
      </w:r>
      <w:r w:rsidR="00687053">
        <w:rPr>
          <w:sz w:val="26"/>
          <w:szCs w:val="26"/>
          <w:u w:val="single"/>
        </w:rPr>
        <w:t>июля</w:t>
      </w:r>
      <w:r w:rsidR="00872B28" w:rsidRPr="00B161F5">
        <w:rPr>
          <w:sz w:val="26"/>
          <w:szCs w:val="26"/>
          <w:u w:val="single"/>
        </w:rPr>
        <w:t xml:space="preserve"> 201</w:t>
      </w:r>
      <w:r w:rsidR="000602DF" w:rsidRPr="00B161F5">
        <w:rPr>
          <w:sz w:val="26"/>
          <w:szCs w:val="26"/>
          <w:u w:val="single"/>
        </w:rPr>
        <w:t>7</w:t>
      </w:r>
      <w:r w:rsidR="00872B28" w:rsidRPr="00B161F5">
        <w:rPr>
          <w:sz w:val="26"/>
          <w:szCs w:val="26"/>
          <w:u w:val="single"/>
        </w:rPr>
        <w:t xml:space="preserve"> г.</w:t>
      </w:r>
      <w:r w:rsidR="00872B28" w:rsidRPr="00B161F5">
        <w:rPr>
          <w:sz w:val="26"/>
          <w:szCs w:val="26"/>
        </w:rPr>
        <w:t xml:space="preserve">               </w:t>
      </w:r>
      <w:r w:rsidR="00BB599C" w:rsidRPr="00B161F5">
        <w:rPr>
          <w:sz w:val="26"/>
          <w:szCs w:val="26"/>
        </w:rPr>
        <w:t xml:space="preserve"> </w:t>
      </w:r>
      <w:r w:rsidR="00504BA2" w:rsidRPr="00B161F5">
        <w:rPr>
          <w:sz w:val="26"/>
          <w:szCs w:val="26"/>
        </w:rPr>
        <w:t xml:space="preserve">   </w:t>
      </w:r>
      <w:r w:rsidR="00872B28" w:rsidRPr="00B161F5">
        <w:rPr>
          <w:sz w:val="26"/>
          <w:szCs w:val="26"/>
        </w:rPr>
        <w:t xml:space="preserve">                        </w:t>
      </w:r>
      <w:r w:rsidR="00004386" w:rsidRPr="00B161F5">
        <w:rPr>
          <w:sz w:val="26"/>
          <w:szCs w:val="26"/>
        </w:rPr>
        <w:t xml:space="preserve">   </w:t>
      </w:r>
      <w:r w:rsidR="00F103B9" w:rsidRPr="00B161F5">
        <w:rPr>
          <w:sz w:val="26"/>
          <w:szCs w:val="26"/>
        </w:rPr>
        <w:t xml:space="preserve">    </w:t>
      </w:r>
      <w:r w:rsidR="00004386" w:rsidRPr="00B161F5">
        <w:rPr>
          <w:sz w:val="26"/>
          <w:szCs w:val="26"/>
        </w:rPr>
        <w:t xml:space="preserve">  </w:t>
      </w:r>
      <w:r w:rsidR="00872B28" w:rsidRPr="00B161F5">
        <w:rPr>
          <w:sz w:val="26"/>
          <w:szCs w:val="26"/>
        </w:rPr>
        <w:t xml:space="preserve">                            </w:t>
      </w:r>
      <w:r>
        <w:rPr>
          <w:sz w:val="26"/>
          <w:szCs w:val="26"/>
        </w:rPr>
        <w:t xml:space="preserve">                    </w:t>
      </w:r>
      <w:r w:rsidR="00872B28" w:rsidRPr="00B161F5">
        <w:rPr>
          <w:sz w:val="26"/>
          <w:szCs w:val="26"/>
        </w:rPr>
        <w:t xml:space="preserve">        №</w:t>
      </w:r>
      <w:r>
        <w:rPr>
          <w:sz w:val="26"/>
          <w:szCs w:val="26"/>
        </w:rPr>
        <w:t xml:space="preserve"> 304</w:t>
      </w:r>
    </w:p>
    <w:p w:rsidR="00874831" w:rsidRDefault="00874831" w:rsidP="00D44B0D">
      <w:pPr>
        <w:pStyle w:val="1"/>
        <w:rPr>
          <w:bCs/>
          <w:sz w:val="26"/>
          <w:szCs w:val="26"/>
        </w:rPr>
      </w:pPr>
    </w:p>
    <w:p w:rsidR="00692A8A" w:rsidRPr="00692A8A" w:rsidRDefault="00692A8A" w:rsidP="00692A8A"/>
    <w:p w:rsidR="00992EC3" w:rsidRDefault="00FF1941" w:rsidP="00D44B0D">
      <w:pPr>
        <w:pStyle w:val="1"/>
        <w:rPr>
          <w:rStyle w:val="5"/>
          <w:sz w:val="27"/>
          <w:szCs w:val="27"/>
        </w:rPr>
      </w:pPr>
      <w:r w:rsidRPr="00FF1941">
        <w:rPr>
          <w:rStyle w:val="5"/>
          <w:sz w:val="27"/>
          <w:szCs w:val="27"/>
        </w:rPr>
        <w:t>Об организации приема подарков, полученных работниками</w:t>
      </w:r>
      <w:r w:rsidRPr="00FF1941">
        <w:rPr>
          <w:rStyle w:val="5"/>
          <w:sz w:val="27"/>
          <w:szCs w:val="27"/>
          <w:lang w:val="ru"/>
        </w:rPr>
        <w:t xml:space="preserve"> </w:t>
      </w:r>
      <w:r w:rsidR="00846C11">
        <w:rPr>
          <w:rStyle w:val="5"/>
          <w:sz w:val="27"/>
          <w:szCs w:val="27"/>
          <w:lang w:val="ru"/>
        </w:rPr>
        <w:br/>
      </w:r>
      <w:r w:rsidRPr="00FF1941">
        <w:rPr>
          <w:rStyle w:val="513pt"/>
          <w:i w:val="0"/>
          <w:sz w:val="27"/>
          <w:szCs w:val="27"/>
          <w:u w:val="none"/>
        </w:rPr>
        <w:t>УФСИН России по Ярославской области</w:t>
      </w:r>
      <w:r w:rsidRPr="00FF1941">
        <w:rPr>
          <w:rStyle w:val="513pt"/>
          <w:sz w:val="27"/>
          <w:szCs w:val="27"/>
          <w:u w:val="none"/>
          <w:lang w:val="ru"/>
        </w:rPr>
        <w:t xml:space="preserve"> </w:t>
      </w:r>
      <w:r w:rsidRPr="00FF1941">
        <w:rPr>
          <w:rStyle w:val="5"/>
          <w:sz w:val="27"/>
          <w:szCs w:val="27"/>
        </w:rPr>
        <w:t xml:space="preserve">и подведомственных </w:t>
      </w:r>
      <w:r w:rsidR="00846C11">
        <w:rPr>
          <w:rStyle w:val="5"/>
          <w:sz w:val="27"/>
          <w:szCs w:val="27"/>
        </w:rPr>
        <w:br/>
      </w:r>
      <w:r w:rsidRPr="00FF1941">
        <w:rPr>
          <w:rStyle w:val="5"/>
          <w:sz w:val="27"/>
          <w:szCs w:val="27"/>
        </w:rPr>
        <w:t>ему учреждений в связи с протокольными</w:t>
      </w:r>
      <w:r w:rsidRPr="00FF1941">
        <w:rPr>
          <w:rStyle w:val="5"/>
          <w:sz w:val="27"/>
          <w:szCs w:val="27"/>
          <w:lang w:val="ru"/>
        </w:rPr>
        <w:t xml:space="preserve"> </w:t>
      </w:r>
      <w:r w:rsidRPr="00FF1941">
        <w:rPr>
          <w:rStyle w:val="5"/>
          <w:sz w:val="27"/>
          <w:szCs w:val="27"/>
        </w:rPr>
        <w:t xml:space="preserve">мероприятиями, </w:t>
      </w:r>
      <w:r w:rsidR="00846C11">
        <w:rPr>
          <w:rStyle w:val="5"/>
          <w:sz w:val="27"/>
          <w:szCs w:val="27"/>
        </w:rPr>
        <w:br/>
      </w:r>
      <w:r w:rsidRPr="00FF1941">
        <w:rPr>
          <w:rStyle w:val="5"/>
          <w:sz w:val="27"/>
          <w:szCs w:val="27"/>
        </w:rPr>
        <w:t>служебными командировками и другими</w:t>
      </w:r>
      <w:r w:rsidRPr="00FF1941">
        <w:rPr>
          <w:rStyle w:val="5"/>
          <w:sz w:val="27"/>
          <w:szCs w:val="27"/>
          <w:lang w:val="ru"/>
        </w:rPr>
        <w:t xml:space="preserve"> </w:t>
      </w:r>
      <w:r w:rsidRPr="00FF1941">
        <w:rPr>
          <w:rStyle w:val="5"/>
          <w:sz w:val="27"/>
          <w:szCs w:val="27"/>
        </w:rPr>
        <w:t xml:space="preserve">официальными </w:t>
      </w:r>
      <w:r w:rsidR="00846C11">
        <w:rPr>
          <w:rStyle w:val="5"/>
          <w:sz w:val="27"/>
          <w:szCs w:val="27"/>
        </w:rPr>
        <w:br/>
      </w:r>
      <w:r w:rsidRPr="00FF1941">
        <w:rPr>
          <w:rStyle w:val="5"/>
          <w:sz w:val="27"/>
          <w:szCs w:val="27"/>
        </w:rPr>
        <w:t>мероприятиями, и их оценки для принятия</w:t>
      </w:r>
      <w:r w:rsidRPr="00FF1941">
        <w:rPr>
          <w:sz w:val="27"/>
          <w:szCs w:val="27"/>
        </w:rPr>
        <w:t xml:space="preserve"> </w:t>
      </w:r>
      <w:r w:rsidRPr="00FF1941">
        <w:rPr>
          <w:rStyle w:val="5"/>
          <w:sz w:val="27"/>
          <w:szCs w:val="27"/>
        </w:rPr>
        <w:t>к бухгалтерскому учету</w:t>
      </w:r>
    </w:p>
    <w:p w:rsidR="00846C11" w:rsidRPr="00846C11" w:rsidRDefault="00846C11" w:rsidP="00846C11"/>
    <w:p w:rsidR="00D44B0D" w:rsidRPr="00C56727" w:rsidRDefault="00D44B0D" w:rsidP="00D44B0D">
      <w:pPr>
        <w:rPr>
          <w:sz w:val="16"/>
          <w:szCs w:val="16"/>
        </w:rPr>
      </w:pPr>
    </w:p>
    <w:p w:rsidR="00FF1941" w:rsidRDefault="00FF1941" w:rsidP="00FF1941">
      <w:pPr>
        <w:pStyle w:val="a4"/>
        <w:ind w:firstLine="720"/>
        <w:rPr>
          <w:szCs w:val="26"/>
        </w:rPr>
      </w:pPr>
      <w:proofErr w:type="gramStart"/>
      <w:r w:rsidRPr="00FF1941">
        <w:rPr>
          <w:szCs w:val="26"/>
        </w:rPr>
        <w:t xml:space="preserve">В соответствии с требованиями Порядка сообщения федеральными государственными служащими уголовно-исполнительной системы и лицами, замещающими отдельные должности на основании трудового договора </w:t>
      </w:r>
      <w:r w:rsidR="007D60C2">
        <w:rPr>
          <w:szCs w:val="26"/>
        </w:rPr>
        <w:br/>
      </w:r>
      <w:r w:rsidRPr="00FF1941">
        <w:rPr>
          <w:szCs w:val="26"/>
        </w:rPr>
        <w:t>в организациях (учреждениях, предприятиях) уголовно-исполнительной системы, созданных для выполнения задач, поставленных перед Федеральной службой исполнения наказаний,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обязанностей, сдачи</w:t>
      </w:r>
      <w:proofErr w:type="gramEnd"/>
      <w:r w:rsidRPr="00FF1941">
        <w:rPr>
          <w:szCs w:val="26"/>
        </w:rPr>
        <w:t xml:space="preserve">, оценки и реализации (выкупа), а также зачисления средств, вырученных от его реализации, утвержденного приказом ФСИН России от 12.01.2017 № 7 (Зарегистрирован Минюстом России 27.01.2017, регистрационный № 45439) (далее </w:t>
      </w:r>
      <w:r w:rsidR="00846C11">
        <w:rPr>
          <w:szCs w:val="26"/>
        </w:rPr>
        <w:t>–</w:t>
      </w:r>
      <w:r w:rsidRPr="00FF1941">
        <w:rPr>
          <w:szCs w:val="26"/>
        </w:rPr>
        <w:t xml:space="preserve"> Порядок) </w:t>
      </w:r>
      <w:proofErr w:type="gramStart"/>
      <w:r w:rsidRPr="00FF1941">
        <w:rPr>
          <w:szCs w:val="26"/>
        </w:rPr>
        <w:t>п</w:t>
      </w:r>
      <w:proofErr w:type="gramEnd"/>
      <w:r w:rsidR="0059323A">
        <w:rPr>
          <w:szCs w:val="26"/>
        </w:rPr>
        <w:t xml:space="preserve"> </w:t>
      </w:r>
      <w:r w:rsidRPr="00FF1941">
        <w:rPr>
          <w:szCs w:val="26"/>
        </w:rPr>
        <w:t>р</w:t>
      </w:r>
      <w:r w:rsidR="0059323A">
        <w:rPr>
          <w:szCs w:val="26"/>
        </w:rPr>
        <w:t xml:space="preserve"> </w:t>
      </w:r>
      <w:r w:rsidRPr="00FF1941">
        <w:rPr>
          <w:szCs w:val="26"/>
        </w:rPr>
        <w:t>и</w:t>
      </w:r>
      <w:r w:rsidR="0059323A">
        <w:rPr>
          <w:szCs w:val="26"/>
        </w:rPr>
        <w:t xml:space="preserve"> </w:t>
      </w:r>
      <w:r w:rsidRPr="00FF1941">
        <w:rPr>
          <w:szCs w:val="26"/>
        </w:rPr>
        <w:t>к</w:t>
      </w:r>
      <w:r w:rsidR="0059323A">
        <w:rPr>
          <w:szCs w:val="26"/>
        </w:rPr>
        <w:t xml:space="preserve"> </w:t>
      </w:r>
      <w:r w:rsidRPr="00FF1941">
        <w:rPr>
          <w:szCs w:val="26"/>
        </w:rPr>
        <w:t>а</w:t>
      </w:r>
      <w:r w:rsidR="0059323A">
        <w:rPr>
          <w:szCs w:val="26"/>
        </w:rPr>
        <w:t xml:space="preserve"> </w:t>
      </w:r>
      <w:r w:rsidRPr="00FF1941">
        <w:rPr>
          <w:szCs w:val="26"/>
        </w:rPr>
        <w:t>з</w:t>
      </w:r>
      <w:r w:rsidR="0059323A">
        <w:rPr>
          <w:szCs w:val="26"/>
        </w:rPr>
        <w:t xml:space="preserve"> </w:t>
      </w:r>
      <w:r w:rsidRPr="00FF1941">
        <w:rPr>
          <w:szCs w:val="26"/>
        </w:rPr>
        <w:t>ы</w:t>
      </w:r>
      <w:r w:rsidR="0059323A">
        <w:rPr>
          <w:szCs w:val="26"/>
        </w:rPr>
        <w:t xml:space="preserve"> </w:t>
      </w:r>
      <w:r w:rsidRPr="00FF1941">
        <w:rPr>
          <w:szCs w:val="26"/>
        </w:rPr>
        <w:t>в</w:t>
      </w:r>
      <w:r w:rsidR="0059323A">
        <w:rPr>
          <w:szCs w:val="26"/>
        </w:rPr>
        <w:t xml:space="preserve"> </w:t>
      </w:r>
      <w:r w:rsidRPr="00FF1941">
        <w:rPr>
          <w:szCs w:val="26"/>
        </w:rPr>
        <w:t>а</w:t>
      </w:r>
      <w:r w:rsidR="0059323A">
        <w:rPr>
          <w:szCs w:val="26"/>
        </w:rPr>
        <w:t xml:space="preserve"> </w:t>
      </w:r>
      <w:r w:rsidRPr="00FF1941">
        <w:rPr>
          <w:szCs w:val="26"/>
        </w:rPr>
        <w:t>ю:</w:t>
      </w:r>
    </w:p>
    <w:p w:rsidR="0059323A" w:rsidRPr="00FF1941" w:rsidRDefault="0059323A" w:rsidP="00FF1941">
      <w:pPr>
        <w:pStyle w:val="a4"/>
        <w:ind w:firstLine="720"/>
        <w:rPr>
          <w:szCs w:val="26"/>
        </w:rPr>
      </w:pPr>
    </w:p>
    <w:p w:rsidR="00FF1941" w:rsidRPr="00FF1941" w:rsidRDefault="00FF1941" w:rsidP="00FF1941">
      <w:pPr>
        <w:pStyle w:val="a4"/>
        <w:ind w:firstLine="720"/>
        <w:rPr>
          <w:szCs w:val="26"/>
        </w:rPr>
      </w:pPr>
      <w:r w:rsidRPr="00FF1941">
        <w:rPr>
          <w:szCs w:val="26"/>
        </w:rPr>
        <w:t xml:space="preserve">1. </w:t>
      </w:r>
      <w:proofErr w:type="gramStart"/>
      <w:r w:rsidRPr="00FF1941">
        <w:rPr>
          <w:szCs w:val="26"/>
        </w:rPr>
        <w:t xml:space="preserve">Инспекции по личному составу и противодействию коррупции УФСИН России по </w:t>
      </w:r>
      <w:r w:rsidRPr="00FF1941">
        <w:rPr>
          <w:iCs/>
          <w:szCs w:val="26"/>
        </w:rPr>
        <w:t>Ярославской</w:t>
      </w:r>
      <w:r w:rsidRPr="00FF1941">
        <w:rPr>
          <w:szCs w:val="26"/>
        </w:rPr>
        <w:t xml:space="preserve"> области осуществлять прием и регистрацию уведомлений </w:t>
      </w:r>
      <w:r w:rsidR="007D60C2">
        <w:rPr>
          <w:szCs w:val="26"/>
        </w:rPr>
        <w:br/>
      </w:r>
      <w:r w:rsidRPr="00FF1941">
        <w:rPr>
          <w:szCs w:val="26"/>
        </w:rPr>
        <w:t xml:space="preserve">о получении подарков (далее - Уведомления), поступивших от сотрудников УФСИН </w:t>
      </w:r>
      <w:r w:rsidR="00846C11" w:rsidRPr="00FF1941">
        <w:rPr>
          <w:szCs w:val="26"/>
        </w:rPr>
        <w:t xml:space="preserve">России по </w:t>
      </w:r>
      <w:r w:rsidR="00846C11" w:rsidRPr="00FF1941">
        <w:rPr>
          <w:iCs/>
          <w:szCs w:val="26"/>
        </w:rPr>
        <w:t>Ярославской</w:t>
      </w:r>
      <w:r w:rsidR="00846C11" w:rsidRPr="00FF1941">
        <w:rPr>
          <w:szCs w:val="26"/>
        </w:rPr>
        <w:t xml:space="preserve"> области </w:t>
      </w:r>
      <w:r w:rsidR="00846C11">
        <w:rPr>
          <w:szCs w:val="26"/>
        </w:rPr>
        <w:t xml:space="preserve">(далее – УФСИН) </w:t>
      </w:r>
      <w:r w:rsidRPr="00FF1941">
        <w:rPr>
          <w:szCs w:val="26"/>
        </w:rPr>
        <w:t xml:space="preserve">и подведомственных ему учреждений (за исключением сотрудников, замещающих должности, назначение </w:t>
      </w:r>
      <w:r w:rsidR="007D60C2">
        <w:rPr>
          <w:szCs w:val="26"/>
        </w:rPr>
        <w:br/>
      </w:r>
      <w:r w:rsidRPr="00FF1941">
        <w:rPr>
          <w:szCs w:val="26"/>
        </w:rPr>
        <w:t>на которые и освобождение от которых осуществляются Президентом Российской Федерации или директором ФСИН России), а также лиц, замещающих</w:t>
      </w:r>
      <w:proofErr w:type="gramEnd"/>
      <w:r w:rsidRPr="00FF1941">
        <w:rPr>
          <w:szCs w:val="26"/>
        </w:rPr>
        <w:t xml:space="preserve"> </w:t>
      </w:r>
      <w:r w:rsidR="007D60C2">
        <w:rPr>
          <w:szCs w:val="26"/>
        </w:rPr>
        <w:br/>
      </w:r>
      <w:r w:rsidRPr="00FF1941">
        <w:rPr>
          <w:szCs w:val="26"/>
        </w:rPr>
        <w:t xml:space="preserve">в подведомственных учреждениях УФСИН на основании трудового договора должности, работодателем для которых является начальник УФСИН (далее </w:t>
      </w:r>
      <w:r w:rsidR="00846C11">
        <w:rPr>
          <w:szCs w:val="26"/>
        </w:rPr>
        <w:t>–</w:t>
      </w:r>
      <w:r w:rsidRPr="00FF1941">
        <w:rPr>
          <w:szCs w:val="26"/>
        </w:rPr>
        <w:t xml:space="preserve"> работники).</w:t>
      </w:r>
    </w:p>
    <w:p w:rsidR="00D81EA2" w:rsidRDefault="00FF1941" w:rsidP="00FF1941">
      <w:pPr>
        <w:pStyle w:val="a4"/>
        <w:ind w:firstLine="720"/>
        <w:rPr>
          <w:szCs w:val="26"/>
        </w:rPr>
      </w:pPr>
      <w:r w:rsidRPr="00FF1941">
        <w:rPr>
          <w:szCs w:val="26"/>
        </w:rPr>
        <w:t xml:space="preserve">2. </w:t>
      </w:r>
      <w:r w:rsidR="00D81EA2">
        <w:rPr>
          <w:szCs w:val="26"/>
        </w:rPr>
        <w:t xml:space="preserve">Главной </w:t>
      </w:r>
      <w:r w:rsidR="008549B0">
        <w:rPr>
          <w:szCs w:val="26"/>
        </w:rPr>
        <w:t xml:space="preserve">бухгалтерии </w:t>
      </w:r>
      <w:r w:rsidR="00D81EA2" w:rsidRPr="00FF1941">
        <w:rPr>
          <w:szCs w:val="26"/>
        </w:rPr>
        <w:t xml:space="preserve">УФСИН России по </w:t>
      </w:r>
      <w:r w:rsidR="00D81EA2" w:rsidRPr="00FF1941">
        <w:rPr>
          <w:iCs/>
          <w:szCs w:val="26"/>
        </w:rPr>
        <w:t>Ярославской</w:t>
      </w:r>
      <w:r w:rsidR="00D81EA2" w:rsidRPr="00FF1941">
        <w:rPr>
          <w:szCs w:val="26"/>
        </w:rPr>
        <w:t xml:space="preserve"> области обеспечить принятие к бухгалтерскому учету переданных работниками Подарков, включение </w:t>
      </w:r>
      <w:r w:rsidR="007D60C2">
        <w:rPr>
          <w:szCs w:val="26"/>
        </w:rPr>
        <w:br/>
      </w:r>
      <w:r w:rsidR="00D81EA2" w:rsidRPr="00FF1941">
        <w:rPr>
          <w:szCs w:val="26"/>
        </w:rPr>
        <w:t>их в реестр федерального имущества и оценку в порядке, установленном законодательством Российской Федерации.</w:t>
      </w:r>
    </w:p>
    <w:p w:rsidR="00FF1941" w:rsidRPr="00FF1941" w:rsidRDefault="00FF1941" w:rsidP="00FF1941">
      <w:pPr>
        <w:pStyle w:val="a4"/>
        <w:ind w:firstLine="720"/>
        <w:rPr>
          <w:szCs w:val="26"/>
        </w:rPr>
      </w:pPr>
      <w:r w:rsidRPr="00FF1941">
        <w:rPr>
          <w:szCs w:val="26"/>
        </w:rPr>
        <w:lastRenderedPageBreak/>
        <w:t xml:space="preserve">3. </w:t>
      </w:r>
      <w:r w:rsidR="00D81EA2" w:rsidRPr="00FF1941">
        <w:rPr>
          <w:szCs w:val="26"/>
        </w:rPr>
        <w:t xml:space="preserve">Возложить на ФКУ </w:t>
      </w:r>
      <w:r w:rsidR="00D81EA2">
        <w:rPr>
          <w:szCs w:val="26"/>
        </w:rPr>
        <w:t>ЖКУ</w:t>
      </w:r>
      <w:r w:rsidR="00D81EA2" w:rsidRPr="00FF1941">
        <w:rPr>
          <w:szCs w:val="26"/>
        </w:rPr>
        <w:t xml:space="preserve"> УФСИН</w:t>
      </w:r>
      <w:r w:rsidR="00D81EA2">
        <w:rPr>
          <w:szCs w:val="26"/>
        </w:rPr>
        <w:t xml:space="preserve"> </w:t>
      </w:r>
      <w:r w:rsidR="00D81EA2" w:rsidRPr="00FF1941">
        <w:rPr>
          <w:szCs w:val="26"/>
        </w:rPr>
        <w:t xml:space="preserve">России по </w:t>
      </w:r>
      <w:r w:rsidR="00D81EA2" w:rsidRPr="00FF1941">
        <w:rPr>
          <w:iCs/>
          <w:szCs w:val="26"/>
        </w:rPr>
        <w:t>Ярославской</w:t>
      </w:r>
      <w:r w:rsidR="00D81EA2" w:rsidRPr="00FF1941">
        <w:rPr>
          <w:szCs w:val="26"/>
        </w:rPr>
        <w:t xml:space="preserve"> области, функции по приему, хранению, и в случаях, предусмотренных Порядком, выдаче, реализации (выкупа) и уничтожению подарков, полученных работниками в связи </w:t>
      </w:r>
      <w:r w:rsidR="007D60C2">
        <w:rPr>
          <w:szCs w:val="26"/>
        </w:rPr>
        <w:br/>
      </w:r>
      <w:r w:rsidR="00D81EA2" w:rsidRPr="00FF1941">
        <w:rPr>
          <w:szCs w:val="26"/>
        </w:rPr>
        <w:t xml:space="preserve">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обязанностей, направление Уведомлений в комиссию </w:t>
      </w:r>
      <w:r w:rsidR="00D81EA2">
        <w:rPr>
          <w:szCs w:val="26"/>
        </w:rPr>
        <w:br/>
      </w:r>
      <w:r w:rsidR="00D81EA2" w:rsidRPr="00FF1941">
        <w:rPr>
          <w:szCs w:val="26"/>
        </w:rPr>
        <w:t xml:space="preserve">по приему-передаче подарков, оценке их стоимости, внесению предложений </w:t>
      </w:r>
      <w:r w:rsidR="007D60C2">
        <w:rPr>
          <w:szCs w:val="26"/>
        </w:rPr>
        <w:br/>
      </w:r>
      <w:r w:rsidR="00D81EA2" w:rsidRPr="00FF1941">
        <w:rPr>
          <w:szCs w:val="26"/>
        </w:rPr>
        <w:t>по их реализации.</w:t>
      </w:r>
    </w:p>
    <w:p w:rsidR="00FF1941" w:rsidRPr="00FF1941" w:rsidRDefault="00FF1941" w:rsidP="00FF1941">
      <w:pPr>
        <w:pStyle w:val="a4"/>
        <w:ind w:firstLine="720"/>
        <w:rPr>
          <w:szCs w:val="26"/>
        </w:rPr>
      </w:pPr>
      <w:r w:rsidRPr="00FF1941">
        <w:rPr>
          <w:szCs w:val="26"/>
        </w:rPr>
        <w:t xml:space="preserve">4. Директорам федеральных казенных профессиональных образовательных </w:t>
      </w:r>
      <w:r w:rsidR="00846C11">
        <w:rPr>
          <w:szCs w:val="26"/>
        </w:rPr>
        <w:t>учреждений</w:t>
      </w:r>
      <w:r w:rsidRPr="00FF1941">
        <w:rPr>
          <w:szCs w:val="26"/>
        </w:rPr>
        <w:t xml:space="preserve"> № </w:t>
      </w:r>
      <w:r w:rsidR="00846C11">
        <w:rPr>
          <w:szCs w:val="26"/>
        </w:rPr>
        <w:t>86</w:t>
      </w:r>
      <w:r w:rsidRPr="00FF1941">
        <w:rPr>
          <w:szCs w:val="26"/>
        </w:rPr>
        <w:t xml:space="preserve">, </w:t>
      </w:r>
      <w:r w:rsidR="00846C11">
        <w:rPr>
          <w:szCs w:val="26"/>
        </w:rPr>
        <w:t>87</w:t>
      </w:r>
      <w:r w:rsidRPr="00FF1941">
        <w:rPr>
          <w:szCs w:val="26"/>
        </w:rPr>
        <w:t xml:space="preserve">, </w:t>
      </w:r>
      <w:r w:rsidR="00846C11">
        <w:rPr>
          <w:szCs w:val="26"/>
        </w:rPr>
        <w:t>88</w:t>
      </w:r>
      <w:r w:rsidRPr="00FF1941">
        <w:rPr>
          <w:szCs w:val="26"/>
        </w:rPr>
        <w:t xml:space="preserve">, </w:t>
      </w:r>
      <w:r w:rsidR="00846C11">
        <w:rPr>
          <w:szCs w:val="26"/>
        </w:rPr>
        <w:t>8</w:t>
      </w:r>
      <w:r w:rsidR="00715973">
        <w:rPr>
          <w:szCs w:val="26"/>
        </w:rPr>
        <w:t>9</w:t>
      </w:r>
      <w:r w:rsidR="00846C11">
        <w:rPr>
          <w:szCs w:val="26"/>
        </w:rPr>
        <w:t xml:space="preserve"> </w:t>
      </w:r>
      <w:r w:rsidR="00376705">
        <w:rPr>
          <w:szCs w:val="26"/>
        </w:rPr>
        <w:t>ФСИН России</w:t>
      </w:r>
      <w:r w:rsidRPr="00FF1941">
        <w:rPr>
          <w:szCs w:val="26"/>
        </w:rPr>
        <w:t xml:space="preserve"> (далее - </w:t>
      </w:r>
      <w:r w:rsidR="00846C11">
        <w:rPr>
          <w:szCs w:val="26"/>
        </w:rPr>
        <w:t>Учреждение</w:t>
      </w:r>
      <w:r w:rsidRPr="00FF1941">
        <w:rPr>
          <w:szCs w:val="26"/>
        </w:rPr>
        <w:t>):</w:t>
      </w:r>
    </w:p>
    <w:p w:rsidR="00FF1941" w:rsidRPr="00FF1941" w:rsidRDefault="00FF1941" w:rsidP="00FF1941">
      <w:pPr>
        <w:pStyle w:val="a4"/>
        <w:ind w:firstLine="720"/>
        <w:rPr>
          <w:szCs w:val="26"/>
        </w:rPr>
      </w:pPr>
      <w:r w:rsidRPr="00FF1941">
        <w:rPr>
          <w:szCs w:val="26"/>
        </w:rPr>
        <w:t xml:space="preserve">обеспечить реализацию в </w:t>
      </w:r>
      <w:r w:rsidR="00846C11">
        <w:rPr>
          <w:szCs w:val="26"/>
        </w:rPr>
        <w:t>Учреждении</w:t>
      </w:r>
      <w:r w:rsidRPr="00FF1941">
        <w:rPr>
          <w:szCs w:val="26"/>
        </w:rPr>
        <w:t xml:space="preserve"> требований Порядка;</w:t>
      </w:r>
    </w:p>
    <w:p w:rsidR="00FF1941" w:rsidRPr="00FF1941" w:rsidRDefault="00FF1941" w:rsidP="00FF1941">
      <w:pPr>
        <w:pStyle w:val="a4"/>
        <w:ind w:firstLine="720"/>
        <w:rPr>
          <w:szCs w:val="26"/>
        </w:rPr>
      </w:pPr>
      <w:r w:rsidRPr="00FF1941">
        <w:rPr>
          <w:szCs w:val="26"/>
        </w:rPr>
        <w:t>определить в Организации структурные подразделения (должностных лиц), ответственные за прием и регистрацию Уведомлений, поступивших от лиц, указанных в абзаце пятом пункта 5 Порядка, а также прием, хранение, и в случаях, предусмотренных Порядком, выдачу, реализацию (выкуп) и уничтожение Подарков, принятие их к бухгалтерскому учету.</w:t>
      </w:r>
    </w:p>
    <w:p w:rsidR="00FF1941" w:rsidRPr="00FF1941" w:rsidRDefault="00FF1941" w:rsidP="00FF1941">
      <w:pPr>
        <w:pStyle w:val="a4"/>
        <w:ind w:firstLine="720"/>
        <w:rPr>
          <w:szCs w:val="26"/>
        </w:rPr>
      </w:pPr>
      <w:r w:rsidRPr="00FF1941">
        <w:rPr>
          <w:szCs w:val="26"/>
        </w:rPr>
        <w:t xml:space="preserve">5. </w:t>
      </w:r>
      <w:proofErr w:type="gramStart"/>
      <w:r w:rsidRPr="00FF1941">
        <w:rPr>
          <w:szCs w:val="26"/>
        </w:rPr>
        <w:t xml:space="preserve">Признать утратившим силу </w:t>
      </w:r>
      <w:r w:rsidR="007D60C2" w:rsidRPr="00FF1941">
        <w:rPr>
          <w:szCs w:val="26"/>
        </w:rPr>
        <w:t xml:space="preserve">приказ </w:t>
      </w:r>
      <w:r w:rsidRPr="00FF1941">
        <w:rPr>
          <w:szCs w:val="26"/>
        </w:rPr>
        <w:t xml:space="preserve">УФСИН России по </w:t>
      </w:r>
      <w:r w:rsidRPr="00FF1941">
        <w:rPr>
          <w:iCs/>
          <w:szCs w:val="26"/>
        </w:rPr>
        <w:t>Ярославской</w:t>
      </w:r>
      <w:r w:rsidRPr="00FF1941">
        <w:rPr>
          <w:szCs w:val="26"/>
        </w:rPr>
        <w:t xml:space="preserve"> области от </w:t>
      </w:r>
      <w:r w:rsidR="00D81EA2">
        <w:rPr>
          <w:szCs w:val="26"/>
        </w:rPr>
        <w:t>23.01.2015</w:t>
      </w:r>
      <w:r w:rsidRPr="00FF1941">
        <w:rPr>
          <w:szCs w:val="26"/>
        </w:rPr>
        <w:t xml:space="preserve"> № </w:t>
      </w:r>
      <w:r w:rsidR="00D81EA2">
        <w:rPr>
          <w:szCs w:val="26"/>
        </w:rPr>
        <w:t>22</w:t>
      </w:r>
      <w:r w:rsidRPr="00FF1941">
        <w:rPr>
          <w:szCs w:val="26"/>
        </w:rPr>
        <w:t xml:space="preserve"> </w:t>
      </w:r>
      <w:r w:rsidR="00D81EA2">
        <w:rPr>
          <w:szCs w:val="26"/>
        </w:rPr>
        <w:t>«</w:t>
      </w:r>
      <w:r w:rsidR="00D81EA2">
        <w:rPr>
          <w:szCs w:val="28"/>
        </w:rPr>
        <w:t xml:space="preserve">Об организации </w:t>
      </w:r>
      <w:r w:rsidR="00D81EA2" w:rsidRPr="0071262D">
        <w:rPr>
          <w:szCs w:val="28"/>
        </w:rPr>
        <w:t xml:space="preserve">в </w:t>
      </w:r>
      <w:r w:rsidR="00D81EA2">
        <w:rPr>
          <w:szCs w:val="28"/>
        </w:rPr>
        <w:t>УФСИН России</w:t>
      </w:r>
      <w:r w:rsidR="00D81EA2" w:rsidRPr="0071262D">
        <w:rPr>
          <w:szCs w:val="28"/>
        </w:rPr>
        <w:t xml:space="preserve"> </w:t>
      </w:r>
      <w:r w:rsidR="00D81EA2">
        <w:rPr>
          <w:szCs w:val="28"/>
        </w:rPr>
        <w:t xml:space="preserve">по Ярославской области </w:t>
      </w:r>
      <w:r w:rsidR="00D81EA2" w:rsidRPr="0071262D">
        <w:rPr>
          <w:szCs w:val="28"/>
        </w:rPr>
        <w:t xml:space="preserve">работы по реализации постановления Правительства Российской Федерации </w:t>
      </w:r>
      <w:r w:rsidR="007D60C2">
        <w:rPr>
          <w:szCs w:val="28"/>
        </w:rPr>
        <w:br/>
      </w:r>
      <w:r w:rsidR="00D81EA2" w:rsidRPr="0071262D">
        <w:rPr>
          <w:szCs w:val="28"/>
        </w:rPr>
        <w:t xml:space="preserve">от 09.01.2014 </w:t>
      </w:r>
      <w:r w:rsidR="00D81EA2">
        <w:rPr>
          <w:szCs w:val="28"/>
        </w:rPr>
        <w:t>№</w:t>
      </w:r>
      <w:r w:rsidR="00D81EA2" w:rsidRPr="0071262D">
        <w:rPr>
          <w:szCs w:val="28"/>
        </w:rPr>
        <w:t xml:space="preserve"> 10 </w:t>
      </w:r>
      <w:r w:rsidR="00D81EA2">
        <w:rPr>
          <w:szCs w:val="28"/>
        </w:rPr>
        <w:t>«</w:t>
      </w:r>
      <w:r w:rsidR="00D81EA2" w:rsidRPr="0071262D">
        <w:rPr>
          <w:szCs w:val="28"/>
        </w:rPr>
        <w:t xml:space="preserve">О порядке сообщения отдельными категориями лиц </w:t>
      </w:r>
      <w:r w:rsidR="007D60C2">
        <w:rPr>
          <w:szCs w:val="28"/>
        </w:rPr>
        <w:br/>
      </w:r>
      <w:r w:rsidR="00D81EA2" w:rsidRPr="0071262D">
        <w:rPr>
          <w:szCs w:val="28"/>
        </w:rPr>
        <w:t>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</w:t>
      </w:r>
      <w:proofErr w:type="gramEnd"/>
      <w:r w:rsidR="00D81EA2" w:rsidRPr="0071262D">
        <w:rPr>
          <w:szCs w:val="28"/>
        </w:rPr>
        <w:t xml:space="preserve">, </w:t>
      </w:r>
      <w:proofErr w:type="gramStart"/>
      <w:r w:rsidR="00D81EA2" w:rsidRPr="0071262D">
        <w:rPr>
          <w:szCs w:val="28"/>
        </w:rPr>
        <w:t>вырученных</w:t>
      </w:r>
      <w:proofErr w:type="gramEnd"/>
      <w:r w:rsidR="00D81EA2" w:rsidRPr="0071262D">
        <w:rPr>
          <w:szCs w:val="28"/>
        </w:rPr>
        <w:t xml:space="preserve"> от его реализации</w:t>
      </w:r>
      <w:r w:rsidR="00D81EA2">
        <w:rPr>
          <w:szCs w:val="28"/>
        </w:rPr>
        <w:t>»».</w:t>
      </w:r>
    </w:p>
    <w:p w:rsidR="00E82E61" w:rsidRDefault="00FF1941" w:rsidP="00FF1941">
      <w:pPr>
        <w:pStyle w:val="a4"/>
        <w:ind w:firstLine="720"/>
        <w:rPr>
          <w:color w:val="000000"/>
          <w:szCs w:val="26"/>
        </w:rPr>
      </w:pPr>
      <w:r w:rsidRPr="005378B7">
        <w:rPr>
          <w:rStyle w:val="5"/>
          <w:sz w:val="27"/>
          <w:szCs w:val="27"/>
        </w:rPr>
        <w:t xml:space="preserve">6. </w:t>
      </w:r>
      <w:proofErr w:type="gramStart"/>
      <w:r w:rsidRPr="00BB599C">
        <w:rPr>
          <w:szCs w:val="26"/>
        </w:rPr>
        <w:t>Контроль за</w:t>
      </w:r>
      <w:proofErr w:type="gramEnd"/>
      <w:r w:rsidRPr="00BB599C">
        <w:rPr>
          <w:szCs w:val="26"/>
        </w:rPr>
        <w:t xml:space="preserve"> исполнением приказа возложить на </w:t>
      </w:r>
      <w:r w:rsidRPr="00170C5E">
        <w:rPr>
          <w:color w:val="000000"/>
          <w:szCs w:val="26"/>
        </w:rPr>
        <w:t>заместителя начальника УФСИ</w:t>
      </w:r>
      <w:r w:rsidR="00376705">
        <w:rPr>
          <w:color w:val="000000"/>
          <w:szCs w:val="26"/>
        </w:rPr>
        <w:t>Н России по Ярославской области</w:t>
      </w:r>
      <w:r w:rsidRPr="00170C5E">
        <w:rPr>
          <w:color w:val="000000"/>
          <w:szCs w:val="26"/>
        </w:rPr>
        <w:t xml:space="preserve"> полковника внутренней службы </w:t>
      </w:r>
      <w:r>
        <w:rPr>
          <w:color w:val="000000"/>
          <w:szCs w:val="26"/>
        </w:rPr>
        <w:t>Степанищева А.Ю.</w:t>
      </w:r>
    </w:p>
    <w:p w:rsidR="00846C11" w:rsidRDefault="00846C11" w:rsidP="00846C11">
      <w:pPr>
        <w:pStyle w:val="a4"/>
        <w:ind w:firstLine="0"/>
        <w:rPr>
          <w:color w:val="000000"/>
          <w:szCs w:val="26"/>
        </w:rPr>
      </w:pPr>
    </w:p>
    <w:p w:rsidR="00846C11" w:rsidRDefault="00846C11" w:rsidP="00846C11">
      <w:pPr>
        <w:pStyle w:val="a4"/>
        <w:ind w:firstLine="0"/>
        <w:rPr>
          <w:color w:val="000000"/>
          <w:szCs w:val="26"/>
        </w:rPr>
      </w:pPr>
    </w:p>
    <w:p w:rsidR="00846C11" w:rsidRDefault="00846C11" w:rsidP="00846C11">
      <w:pPr>
        <w:pStyle w:val="a4"/>
        <w:ind w:firstLine="0"/>
        <w:rPr>
          <w:szCs w:val="26"/>
        </w:rPr>
      </w:pPr>
    </w:p>
    <w:p w:rsidR="00874831" w:rsidRPr="00945B16" w:rsidRDefault="00687053" w:rsidP="00945B16">
      <w:pPr>
        <w:ind w:right="-101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Врио</w:t>
      </w:r>
      <w:proofErr w:type="spellEnd"/>
      <w:r>
        <w:rPr>
          <w:sz w:val="26"/>
          <w:szCs w:val="26"/>
        </w:rPr>
        <w:t xml:space="preserve"> </w:t>
      </w:r>
      <w:r w:rsidRPr="00945B16">
        <w:rPr>
          <w:sz w:val="26"/>
          <w:szCs w:val="26"/>
        </w:rPr>
        <w:t>начальник</w:t>
      </w:r>
      <w:r>
        <w:rPr>
          <w:sz w:val="26"/>
          <w:szCs w:val="26"/>
        </w:rPr>
        <w:t>а</w:t>
      </w:r>
    </w:p>
    <w:p w:rsidR="00EF32CC" w:rsidRPr="00945B16" w:rsidRDefault="00992EC3" w:rsidP="00687053">
      <w:pPr>
        <w:ind w:right="-2"/>
        <w:jc w:val="both"/>
        <w:rPr>
          <w:sz w:val="26"/>
          <w:szCs w:val="26"/>
        </w:rPr>
      </w:pPr>
      <w:r w:rsidRPr="00945B16">
        <w:rPr>
          <w:sz w:val="26"/>
          <w:szCs w:val="26"/>
        </w:rPr>
        <w:t xml:space="preserve">полковник внутренней службы                        </w:t>
      </w:r>
      <w:r w:rsidR="00504BA2" w:rsidRPr="00945B16">
        <w:rPr>
          <w:sz w:val="26"/>
          <w:szCs w:val="26"/>
        </w:rPr>
        <w:t xml:space="preserve">          </w:t>
      </w:r>
      <w:r w:rsidRPr="00945B16">
        <w:rPr>
          <w:sz w:val="26"/>
          <w:szCs w:val="26"/>
        </w:rPr>
        <w:t xml:space="preserve">           </w:t>
      </w:r>
      <w:r w:rsidR="00BB599C" w:rsidRPr="00945B16">
        <w:rPr>
          <w:sz w:val="26"/>
          <w:szCs w:val="26"/>
        </w:rPr>
        <w:t xml:space="preserve">  </w:t>
      </w:r>
      <w:r w:rsidRPr="00945B16">
        <w:rPr>
          <w:sz w:val="26"/>
          <w:szCs w:val="26"/>
        </w:rPr>
        <w:t xml:space="preserve">  </w:t>
      </w:r>
      <w:r w:rsidR="00AD5234" w:rsidRPr="00945B16">
        <w:rPr>
          <w:sz w:val="26"/>
          <w:szCs w:val="26"/>
        </w:rPr>
        <w:t xml:space="preserve">  </w:t>
      </w:r>
      <w:r w:rsidRPr="00945B16">
        <w:rPr>
          <w:sz w:val="26"/>
          <w:szCs w:val="26"/>
        </w:rPr>
        <w:t xml:space="preserve"> </w:t>
      </w:r>
      <w:r w:rsidR="009D3EE1" w:rsidRPr="00945B16">
        <w:rPr>
          <w:sz w:val="26"/>
          <w:szCs w:val="26"/>
        </w:rPr>
        <w:t xml:space="preserve">   </w:t>
      </w:r>
      <w:r w:rsidR="0015486D" w:rsidRPr="00945B16">
        <w:rPr>
          <w:sz w:val="26"/>
          <w:szCs w:val="26"/>
        </w:rPr>
        <w:t xml:space="preserve">   </w:t>
      </w:r>
      <w:r w:rsidRPr="00945B16">
        <w:rPr>
          <w:sz w:val="26"/>
          <w:szCs w:val="26"/>
        </w:rPr>
        <w:t xml:space="preserve"> </w:t>
      </w:r>
      <w:r w:rsidR="00D44B0D" w:rsidRPr="00945B16">
        <w:rPr>
          <w:sz w:val="26"/>
          <w:szCs w:val="26"/>
        </w:rPr>
        <w:t xml:space="preserve">    </w:t>
      </w:r>
      <w:r w:rsidRPr="00945B16">
        <w:rPr>
          <w:sz w:val="26"/>
          <w:szCs w:val="26"/>
        </w:rPr>
        <w:t xml:space="preserve">    </w:t>
      </w:r>
      <w:r w:rsidR="00687053">
        <w:rPr>
          <w:sz w:val="26"/>
          <w:szCs w:val="26"/>
        </w:rPr>
        <w:t xml:space="preserve">  </w:t>
      </w:r>
      <w:r w:rsidRPr="00945B16">
        <w:rPr>
          <w:sz w:val="26"/>
          <w:szCs w:val="26"/>
        </w:rPr>
        <w:t xml:space="preserve"> </w:t>
      </w:r>
      <w:r w:rsidR="00687053">
        <w:rPr>
          <w:sz w:val="26"/>
          <w:szCs w:val="26"/>
        </w:rPr>
        <w:t>Г.А. Баринов</w:t>
      </w:r>
      <w:bookmarkStart w:id="0" w:name="_GoBack"/>
      <w:bookmarkEnd w:id="0"/>
    </w:p>
    <w:sectPr w:rsidR="00EF32CC" w:rsidRPr="00945B16" w:rsidSect="000F287C">
      <w:headerReference w:type="even" r:id="rId9"/>
      <w:headerReference w:type="default" r:id="rId10"/>
      <w:pgSz w:w="11906" w:h="16838"/>
      <w:pgMar w:top="1134" w:right="709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367" w:rsidRDefault="00466367">
      <w:r>
        <w:separator/>
      </w:r>
    </w:p>
  </w:endnote>
  <w:endnote w:type="continuationSeparator" w:id="0">
    <w:p w:rsidR="00466367" w:rsidRDefault="00466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BodoniNovaN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367" w:rsidRDefault="00466367">
      <w:r>
        <w:separator/>
      </w:r>
    </w:p>
  </w:footnote>
  <w:footnote w:type="continuationSeparator" w:id="0">
    <w:p w:rsidR="00466367" w:rsidRDefault="00466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0CF" w:rsidRDefault="004A081D" w:rsidP="004E766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700C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700CF" w:rsidRDefault="00E700C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0CF" w:rsidRDefault="004A081D" w:rsidP="004E766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700C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7033E">
      <w:rPr>
        <w:rStyle w:val="a7"/>
        <w:noProof/>
      </w:rPr>
      <w:t>2</w:t>
    </w:r>
    <w:r>
      <w:rPr>
        <w:rStyle w:val="a7"/>
      </w:rPr>
      <w:fldChar w:fldCharType="end"/>
    </w:r>
  </w:p>
  <w:p w:rsidR="00E700CF" w:rsidRDefault="00E700C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00E1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5A8"/>
    <w:rsid w:val="000024C9"/>
    <w:rsid w:val="00004386"/>
    <w:rsid w:val="0000602D"/>
    <w:rsid w:val="00007971"/>
    <w:rsid w:val="0001056C"/>
    <w:rsid w:val="00010AF5"/>
    <w:rsid w:val="000110A6"/>
    <w:rsid w:val="0001161C"/>
    <w:rsid w:val="0001523B"/>
    <w:rsid w:val="00017E7C"/>
    <w:rsid w:val="0004075D"/>
    <w:rsid w:val="0004331B"/>
    <w:rsid w:val="00045779"/>
    <w:rsid w:val="00045CF9"/>
    <w:rsid w:val="000523D5"/>
    <w:rsid w:val="000602DF"/>
    <w:rsid w:val="000602F6"/>
    <w:rsid w:val="0006291A"/>
    <w:rsid w:val="00076159"/>
    <w:rsid w:val="00077088"/>
    <w:rsid w:val="000777C9"/>
    <w:rsid w:val="00077A74"/>
    <w:rsid w:val="0008002F"/>
    <w:rsid w:val="0008294B"/>
    <w:rsid w:val="000852D7"/>
    <w:rsid w:val="00092F13"/>
    <w:rsid w:val="000B05B3"/>
    <w:rsid w:val="000B3E77"/>
    <w:rsid w:val="000C6BCC"/>
    <w:rsid w:val="000D03AA"/>
    <w:rsid w:val="000E1D8A"/>
    <w:rsid w:val="000F287C"/>
    <w:rsid w:val="000F71ED"/>
    <w:rsid w:val="001062A3"/>
    <w:rsid w:val="00115929"/>
    <w:rsid w:val="001259C9"/>
    <w:rsid w:val="00133ECA"/>
    <w:rsid w:val="001355A8"/>
    <w:rsid w:val="00137618"/>
    <w:rsid w:val="0014033A"/>
    <w:rsid w:val="00140EED"/>
    <w:rsid w:val="0015486D"/>
    <w:rsid w:val="00170ADF"/>
    <w:rsid w:val="00172199"/>
    <w:rsid w:val="00174526"/>
    <w:rsid w:val="0019000A"/>
    <w:rsid w:val="001B7404"/>
    <w:rsid w:val="001C35D8"/>
    <w:rsid w:val="001C529C"/>
    <w:rsid w:val="001D3DB8"/>
    <w:rsid w:val="001D4231"/>
    <w:rsid w:val="001D43AC"/>
    <w:rsid w:val="001D52FF"/>
    <w:rsid w:val="001D6539"/>
    <w:rsid w:val="001D74B0"/>
    <w:rsid w:val="001E2E8F"/>
    <w:rsid w:val="001F470C"/>
    <w:rsid w:val="00201740"/>
    <w:rsid w:val="00202F43"/>
    <w:rsid w:val="00216A95"/>
    <w:rsid w:val="00216EFC"/>
    <w:rsid w:val="00221F00"/>
    <w:rsid w:val="00240808"/>
    <w:rsid w:val="00250DD7"/>
    <w:rsid w:val="00254839"/>
    <w:rsid w:val="002574E7"/>
    <w:rsid w:val="002614CC"/>
    <w:rsid w:val="002638ED"/>
    <w:rsid w:val="00271E0B"/>
    <w:rsid w:val="00271FB4"/>
    <w:rsid w:val="002916E3"/>
    <w:rsid w:val="00294F08"/>
    <w:rsid w:val="002958FA"/>
    <w:rsid w:val="002A168E"/>
    <w:rsid w:val="002A38D1"/>
    <w:rsid w:val="002A6FEC"/>
    <w:rsid w:val="002B6A86"/>
    <w:rsid w:val="002C595E"/>
    <w:rsid w:val="002D17C9"/>
    <w:rsid w:val="002E1F3F"/>
    <w:rsid w:val="002E627E"/>
    <w:rsid w:val="002F74D3"/>
    <w:rsid w:val="00301DA2"/>
    <w:rsid w:val="00306E2B"/>
    <w:rsid w:val="00311A99"/>
    <w:rsid w:val="0033173F"/>
    <w:rsid w:val="00352452"/>
    <w:rsid w:val="00357F66"/>
    <w:rsid w:val="00360B40"/>
    <w:rsid w:val="003619DE"/>
    <w:rsid w:val="00362A9E"/>
    <w:rsid w:val="00366394"/>
    <w:rsid w:val="00366553"/>
    <w:rsid w:val="00366B37"/>
    <w:rsid w:val="00373BC1"/>
    <w:rsid w:val="00376705"/>
    <w:rsid w:val="00390CC8"/>
    <w:rsid w:val="003968D0"/>
    <w:rsid w:val="003B42DD"/>
    <w:rsid w:val="003C4188"/>
    <w:rsid w:val="003C6DB6"/>
    <w:rsid w:val="003C727B"/>
    <w:rsid w:val="003D4C17"/>
    <w:rsid w:val="003F4DFF"/>
    <w:rsid w:val="003F4E4E"/>
    <w:rsid w:val="003F60BC"/>
    <w:rsid w:val="00402ED3"/>
    <w:rsid w:val="0040360F"/>
    <w:rsid w:val="0040520F"/>
    <w:rsid w:val="00411C49"/>
    <w:rsid w:val="004202EE"/>
    <w:rsid w:val="00425A48"/>
    <w:rsid w:val="0043079A"/>
    <w:rsid w:val="004531C8"/>
    <w:rsid w:val="00464385"/>
    <w:rsid w:val="00466367"/>
    <w:rsid w:val="00467A4A"/>
    <w:rsid w:val="00471BB9"/>
    <w:rsid w:val="00476847"/>
    <w:rsid w:val="00490B4F"/>
    <w:rsid w:val="0049505F"/>
    <w:rsid w:val="004A081D"/>
    <w:rsid w:val="004A1A68"/>
    <w:rsid w:val="004A63A8"/>
    <w:rsid w:val="004A78A8"/>
    <w:rsid w:val="004B0DE8"/>
    <w:rsid w:val="004B3299"/>
    <w:rsid w:val="004B449B"/>
    <w:rsid w:val="004B64C5"/>
    <w:rsid w:val="004C292C"/>
    <w:rsid w:val="004C2D16"/>
    <w:rsid w:val="004C455F"/>
    <w:rsid w:val="004C49A3"/>
    <w:rsid w:val="004C64E9"/>
    <w:rsid w:val="004C749B"/>
    <w:rsid w:val="004D0511"/>
    <w:rsid w:val="004D18AD"/>
    <w:rsid w:val="004D20AB"/>
    <w:rsid w:val="004D5B7A"/>
    <w:rsid w:val="004E0DC0"/>
    <w:rsid w:val="004E766C"/>
    <w:rsid w:val="004F1169"/>
    <w:rsid w:val="004F209E"/>
    <w:rsid w:val="00504BA2"/>
    <w:rsid w:val="00505BB0"/>
    <w:rsid w:val="00516AC6"/>
    <w:rsid w:val="00522493"/>
    <w:rsid w:val="00525901"/>
    <w:rsid w:val="00530B7D"/>
    <w:rsid w:val="00531C08"/>
    <w:rsid w:val="00533C04"/>
    <w:rsid w:val="00536F42"/>
    <w:rsid w:val="00540711"/>
    <w:rsid w:val="00553E4C"/>
    <w:rsid w:val="005541F3"/>
    <w:rsid w:val="00555B49"/>
    <w:rsid w:val="00555ECE"/>
    <w:rsid w:val="00571200"/>
    <w:rsid w:val="0059323A"/>
    <w:rsid w:val="00593E83"/>
    <w:rsid w:val="00594056"/>
    <w:rsid w:val="00596E6C"/>
    <w:rsid w:val="005A3686"/>
    <w:rsid w:val="005A4891"/>
    <w:rsid w:val="005A6AEB"/>
    <w:rsid w:val="005B342B"/>
    <w:rsid w:val="005C298E"/>
    <w:rsid w:val="005C6894"/>
    <w:rsid w:val="005E4C46"/>
    <w:rsid w:val="005F3C85"/>
    <w:rsid w:val="00603CAB"/>
    <w:rsid w:val="00611B06"/>
    <w:rsid w:val="006130D8"/>
    <w:rsid w:val="00620B74"/>
    <w:rsid w:val="0062124A"/>
    <w:rsid w:val="00625712"/>
    <w:rsid w:val="00631DB4"/>
    <w:rsid w:val="0063216E"/>
    <w:rsid w:val="00640694"/>
    <w:rsid w:val="00642C64"/>
    <w:rsid w:val="006469C9"/>
    <w:rsid w:val="006515F2"/>
    <w:rsid w:val="00651966"/>
    <w:rsid w:val="006810BC"/>
    <w:rsid w:val="00683387"/>
    <w:rsid w:val="00685B2D"/>
    <w:rsid w:val="00686D87"/>
    <w:rsid w:val="00687053"/>
    <w:rsid w:val="00692A8A"/>
    <w:rsid w:val="00693B0E"/>
    <w:rsid w:val="00696224"/>
    <w:rsid w:val="006A6622"/>
    <w:rsid w:val="006D2735"/>
    <w:rsid w:val="006D69DB"/>
    <w:rsid w:val="006E06AF"/>
    <w:rsid w:val="006E7720"/>
    <w:rsid w:val="006F4649"/>
    <w:rsid w:val="00701535"/>
    <w:rsid w:val="007046DF"/>
    <w:rsid w:val="00705463"/>
    <w:rsid w:val="00711CCF"/>
    <w:rsid w:val="00715973"/>
    <w:rsid w:val="00722D83"/>
    <w:rsid w:val="00726DAF"/>
    <w:rsid w:val="00727AD2"/>
    <w:rsid w:val="007404BA"/>
    <w:rsid w:val="00747880"/>
    <w:rsid w:val="00750CB8"/>
    <w:rsid w:val="00773A08"/>
    <w:rsid w:val="00791C16"/>
    <w:rsid w:val="007929BC"/>
    <w:rsid w:val="00796171"/>
    <w:rsid w:val="007C2516"/>
    <w:rsid w:val="007C27C6"/>
    <w:rsid w:val="007C3DC8"/>
    <w:rsid w:val="007D60C2"/>
    <w:rsid w:val="007E0356"/>
    <w:rsid w:val="007E467F"/>
    <w:rsid w:val="007E48BC"/>
    <w:rsid w:val="007F1D22"/>
    <w:rsid w:val="007F34AD"/>
    <w:rsid w:val="007F66FF"/>
    <w:rsid w:val="008044AD"/>
    <w:rsid w:val="008047ED"/>
    <w:rsid w:val="00824FB3"/>
    <w:rsid w:val="0082748D"/>
    <w:rsid w:val="00830B77"/>
    <w:rsid w:val="0084157E"/>
    <w:rsid w:val="0084572E"/>
    <w:rsid w:val="00846C11"/>
    <w:rsid w:val="00852E19"/>
    <w:rsid w:val="008549B0"/>
    <w:rsid w:val="008567A2"/>
    <w:rsid w:val="00867605"/>
    <w:rsid w:val="0087033E"/>
    <w:rsid w:val="0087153F"/>
    <w:rsid w:val="00872B28"/>
    <w:rsid w:val="00872E26"/>
    <w:rsid w:val="00874831"/>
    <w:rsid w:val="0089296D"/>
    <w:rsid w:val="00897198"/>
    <w:rsid w:val="00897222"/>
    <w:rsid w:val="008A1AAD"/>
    <w:rsid w:val="008A308A"/>
    <w:rsid w:val="008A3E8A"/>
    <w:rsid w:val="008A5935"/>
    <w:rsid w:val="008B042C"/>
    <w:rsid w:val="008B570D"/>
    <w:rsid w:val="008C002A"/>
    <w:rsid w:val="008C0C71"/>
    <w:rsid w:val="008C2AFE"/>
    <w:rsid w:val="008D103D"/>
    <w:rsid w:val="008D587E"/>
    <w:rsid w:val="008E2742"/>
    <w:rsid w:val="008E637D"/>
    <w:rsid w:val="008E6FD5"/>
    <w:rsid w:val="008F3841"/>
    <w:rsid w:val="00901253"/>
    <w:rsid w:val="00906338"/>
    <w:rsid w:val="009119F9"/>
    <w:rsid w:val="0092224D"/>
    <w:rsid w:val="009342F2"/>
    <w:rsid w:val="00940D17"/>
    <w:rsid w:val="00945B16"/>
    <w:rsid w:val="009554E3"/>
    <w:rsid w:val="00963ED8"/>
    <w:rsid w:val="009709A7"/>
    <w:rsid w:val="0097153E"/>
    <w:rsid w:val="00974DF4"/>
    <w:rsid w:val="00982A63"/>
    <w:rsid w:val="00992EC3"/>
    <w:rsid w:val="009A3A5A"/>
    <w:rsid w:val="009B1918"/>
    <w:rsid w:val="009B3473"/>
    <w:rsid w:val="009C6110"/>
    <w:rsid w:val="009C76F6"/>
    <w:rsid w:val="009D3EE1"/>
    <w:rsid w:val="009D7E57"/>
    <w:rsid w:val="009E042F"/>
    <w:rsid w:val="009E36DC"/>
    <w:rsid w:val="009F5F1C"/>
    <w:rsid w:val="009F71D1"/>
    <w:rsid w:val="00A01EC2"/>
    <w:rsid w:val="00A02B86"/>
    <w:rsid w:val="00A03C2C"/>
    <w:rsid w:val="00A12344"/>
    <w:rsid w:val="00A22AF3"/>
    <w:rsid w:val="00A27985"/>
    <w:rsid w:val="00A338DE"/>
    <w:rsid w:val="00A41FB8"/>
    <w:rsid w:val="00A604FA"/>
    <w:rsid w:val="00A7073B"/>
    <w:rsid w:val="00A72DEB"/>
    <w:rsid w:val="00A73F65"/>
    <w:rsid w:val="00A778A7"/>
    <w:rsid w:val="00A81B37"/>
    <w:rsid w:val="00A908BA"/>
    <w:rsid w:val="00AC1B9B"/>
    <w:rsid w:val="00AD2E09"/>
    <w:rsid w:val="00AD5234"/>
    <w:rsid w:val="00AE05C1"/>
    <w:rsid w:val="00AE3945"/>
    <w:rsid w:val="00AE44E1"/>
    <w:rsid w:val="00AE4CE3"/>
    <w:rsid w:val="00AF1F79"/>
    <w:rsid w:val="00AF375F"/>
    <w:rsid w:val="00AF5517"/>
    <w:rsid w:val="00AF73E3"/>
    <w:rsid w:val="00B062DC"/>
    <w:rsid w:val="00B077A0"/>
    <w:rsid w:val="00B10D53"/>
    <w:rsid w:val="00B14F7D"/>
    <w:rsid w:val="00B15642"/>
    <w:rsid w:val="00B15A02"/>
    <w:rsid w:val="00B161F5"/>
    <w:rsid w:val="00B17642"/>
    <w:rsid w:val="00B2422D"/>
    <w:rsid w:val="00B3248E"/>
    <w:rsid w:val="00B402F5"/>
    <w:rsid w:val="00B46F23"/>
    <w:rsid w:val="00B50B1B"/>
    <w:rsid w:val="00B528A9"/>
    <w:rsid w:val="00B52B7A"/>
    <w:rsid w:val="00B5437D"/>
    <w:rsid w:val="00B579BE"/>
    <w:rsid w:val="00B649FC"/>
    <w:rsid w:val="00B7095C"/>
    <w:rsid w:val="00B832C5"/>
    <w:rsid w:val="00B84ACD"/>
    <w:rsid w:val="00B95C20"/>
    <w:rsid w:val="00BA0C0F"/>
    <w:rsid w:val="00BB3CD6"/>
    <w:rsid w:val="00BB599C"/>
    <w:rsid w:val="00BB6DD5"/>
    <w:rsid w:val="00BB74E3"/>
    <w:rsid w:val="00BD3685"/>
    <w:rsid w:val="00BE2AB8"/>
    <w:rsid w:val="00BE41F8"/>
    <w:rsid w:val="00BE7773"/>
    <w:rsid w:val="00BF068B"/>
    <w:rsid w:val="00BF2831"/>
    <w:rsid w:val="00C00568"/>
    <w:rsid w:val="00C03D23"/>
    <w:rsid w:val="00C0502E"/>
    <w:rsid w:val="00C308A4"/>
    <w:rsid w:val="00C360C0"/>
    <w:rsid w:val="00C51FFF"/>
    <w:rsid w:val="00C56727"/>
    <w:rsid w:val="00C57B30"/>
    <w:rsid w:val="00C621C2"/>
    <w:rsid w:val="00C648BB"/>
    <w:rsid w:val="00C701D9"/>
    <w:rsid w:val="00C73C7D"/>
    <w:rsid w:val="00C8643A"/>
    <w:rsid w:val="00C9422D"/>
    <w:rsid w:val="00C95C43"/>
    <w:rsid w:val="00CA1BE5"/>
    <w:rsid w:val="00CA4A80"/>
    <w:rsid w:val="00CA5DEE"/>
    <w:rsid w:val="00CA646B"/>
    <w:rsid w:val="00CA7983"/>
    <w:rsid w:val="00CB04D5"/>
    <w:rsid w:val="00CB2E2C"/>
    <w:rsid w:val="00CB57A6"/>
    <w:rsid w:val="00CB660D"/>
    <w:rsid w:val="00CC0FCA"/>
    <w:rsid w:val="00CC7CAC"/>
    <w:rsid w:val="00CD7522"/>
    <w:rsid w:val="00CE6632"/>
    <w:rsid w:val="00CF0CE9"/>
    <w:rsid w:val="00CF196A"/>
    <w:rsid w:val="00CF4525"/>
    <w:rsid w:val="00CF74BA"/>
    <w:rsid w:val="00D00348"/>
    <w:rsid w:val="00D03B9D"/>
    <w:rsid w:val="00D27AA3"/>
    <w:rsid w:val="00D33239"/>
    <w:rsid w:val="00D425CE"/>
    <w:rsid w:val="00D44B0D"/>
    <w:rsid w:val="00D45EC8"/>
    <w:rsid w:val="00D4633E"/>
    <w:rsid w:val="00D50EC9"/>
    <w:rsid w:val="00D7454B"/>
    <w:rsid w:val="00D74A91"/>
    <w:rsid w:val="00D750AD"/>
    <w:rsid w:val="00D81EA2"/>
    <w:rsid w:val="00D92B61"/>
    <w:rsid w:val="00DA1FA4"/>
    <w:rsid w:val="00DB4771"/>
    <w:rsid w:val="00DD2B9E"/>
    <w:rsid w:val="00DE6E9E"/>
    <w:rsid w:val="00DF7976"/>
    <w:rsid w:val="00E12FC7"/>
    <w:rsid w:val="00E16B57"/>
    <w:rsid w:val="00E309D3"/>
    <w:rsid w:val="00E31C92"/>
    <w:rsid w:val="00E35D81"/>
    <w:rsid w:val="00E402D1"/>
    <w:rsid w:val="00E43277"/>
    <w:rsid w:val="00E46F5B"/>
    <w:rsid w:val="00E52F19"/>
    <w:rsid w:val="00E5750B"/>
    <w:rsid w:val="00E641AA"/>
    <w:rsid w:val="00E700CF"/>
    <w:rsid w:val="00E708D1"/>
    <w:rsid w:val="00E70BFD"/>
    <w:rsid w:val="00E8108B"/>
    <w:rsid w:val="00E82E61"/>
    <w:rsid w:val="00E83EC7"/>
    <w:rsid w:val="00E846FE"/>
    <w:rsid w:val="00E86043"/>
    <w:rsid w:val="00E8607E"/>
    <w:rsid w:val="00E86DF2"/>
    <w:rsid w:val="00E91E8F"/>
    <w:rsid w:val="00EA6D28"/>
    <w:rsid w:val="00EA7873"/>
    <w:rsid w:val="00EB7D10"/>
    <w:rsid w:val="00EC21BF"/>
    <w:rsid w:val="00EC5060"/>
    <w:rsid w:val="00ED5541"/>
    <w:rsid w:val="00EE0E0D"/>
    <w:rsid w:val="00EE24E2"/>
    <w:rsid w:val="00EE3480"/>
    <w:rsid w:val="00EE7F62"/>
    <w:rsid w:val="00EF32CC"/>
    <w:rsid w:val="00EF4A18"/>
    <w:rsid w:val="00F0511E"/>
    <w:rsid w:val="00F103B9"/>
    <w:rsid w:val="00F264F4"/>
    <w:rsid w:val="00F27879"/>
    <w:rsid w:val="00F30596"/>
    <w:rsid w:val="00F3333F"/>
    <w:rsid w:val="00F40479"/>
    <w:rsid w:val="00F43CE9"/>
    <w:rsid w:val="00F448F6"/>
    <w:rsid w:val="00F45545"/>
    <w:rsid w:val="00F47D14"/>
    <w:rsid w:val="00F65726"/>
    <w:rsid w:val="00F747ED"/>
    <w:rsid w:val="00F77289"/>
    <w:rsid w:val="00F9469B"/>
    <w:rsid w:val="00FA1742"/>
    <w:rsid w:val="00FA383B"/>
    <w:rsid w:val="00FA4065"/>
    <w:rsid w:val="00FB026C"/>
    <w:rsid w:val="00FC1564"/>
    <w:rsid w:val="00FC6A7F"/>
    <w:rsid w:val="00FD46C2"/>
    <w:rsid w:val="00FD643F"/>
    <w:rsid w:val="00FF1941"/>
    <w:rsid w:val="00FF2B87"/>
    <w:rsid w:val="00FF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2F43"/>
    <w:rPr>
      <w:sz w:val="24"/>
      <w:szCs w:val="24"/>
    </w:rPr>
  </w:style>
  <w:style w:type="paragraph" w:styleId="1">
    <w:name w:val="heading 1"/>
    <w:basedOn w:val="a"/>
    <w:next w:val="a"/>
    <w:qFormat/>
    <w:rsid w:val="00202F43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02F43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AF73E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02F43"/>
    <w:pPr>
      <w:framePr w:w="4843" w:h="4324" w:hSpace="180" w:wrap="around" w:vAnchor="text" w:hAnchor="page" w:x="1445" w:y="-182"/>
      <w:spacing w:after="120"/>
      <w:jc w:val="center"/>
    </w:pPr>
    <w:rPr>
      <w:rFonts w:ascii="a_BodoniNovaNr" w:hAnsi="a_BodoniNovaNr"/>
      <w:b/>
      <w:bCs/>
      <w:sz w:val="22"/>
      <w:szCs w:val="22"/>
    </w:rPr>
  </w:style>
  <w:style w:type="paragraph" w:styleId="a4">
    <w:name w:val="Body Text Indent"/>
    <w:basedOn w:val="a"/>
    <w:rsid w:val="00202F43"/>
    <w:pPr>
      <w:ind w:firstLine="567"/>
      <w:jc w:val="both"/>
    </w:pPr>
    <w:rPr>
      <w:sz w:val="26"/>
      <w:szCs w:val="20"/>
    </w:rPr>
  </w:style>
  <w:style w:type="paragraph" w:styleId="a5">
    <w:name w:val="Title"/>
    <w:basedOn w:val="a"/>
    <w:qFormat/>
    <w:rsid w:val="00202F43"/>
    <w:pPr>
      <w:jc w:val="center"/>
    </w:pPr>
    <w:rPr>
      <w:b/>
      <w:sz w:val="30"/>
      <w:szCs w:val="20"/>
    </w:rPr>
  </w:style>
  <w:style w:type="paragraph" w:styleId="21">
    <w:name w:val="Body Text Indent 2"/>
    <w:basedOn w:val="a"/>
    <w:rsid w:val="00202F43"/>
    <w:pPr>
      <w:spacing w:line="360" w:lineRule="auto"/>
      <w:ind w:firstLine="720"/>
      <w:jc w:val="both"/>
    </w:pPr>
    <w:rPr>
      <w:sz w:val="26"/>
      <w:szCs w:val="26"/>
    </w:rPr>
  </w:style>
  <w:style w:type="paragraph" w:styleId="a6">
    <w:name w:val="header"/>
    <w:basedOn w:val="a"/>
    <w:rsid w:val="00045CF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45CF9"/>
  </w:style>
  <w:style w:type="paragraph" w:styleId="a8">
    <w:name w:val="caption"/>
    <w:basedOn w:val="a"/>
    <w:next w:val="a"/>
    <w:qFormat/>
    <w:rsid w:val="00FD46C2"/>
    <w:pPr>
      <w:framePr w:w="4843" w:h="3169" w:hSpace="180" w:wrap="around" w:vAnchor="text" w:hAnchor="page" w:x="1036" w:y="1"/>
      <w:spacing w:after="120"/>
      <w:jc w:val="center"/>
    </w:pPr>
    <w:rPr>
      <w:rFonts w:ascii="a_BodoniNovaNr" w:hAnsi="a_BodoniNovaNr"/>
      <w:b/>
      <w:sz w:val="28"/>
      <w:szCs w:val="20"/>
    </w:rPr>
  </w:style>
  <w:style w:type="table" w:styleId="a9">
    <w:name w:val="Table Grid"/>
    <w:basedOn w:val="a1"/>
    <w:rsid w:val="000105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F73E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footer"/>
    <w:basedOn w:val="a"/>
    <w:rsid w:val="00AF73E3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rsid w:val="0025483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2548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9"/>
    <w:rsid w:val="00692A8A"/>
    <w:rPr>
      <w:sz w:val="28"/>
      <w:szCs w:val="24"/>
    </w:rPr>
  </w:style>
  <w:style w:type="paragraph" w:styleId="22">
    <w:name w:val="Body Text 2"/>
    <w:basedOn w:val="a"/>
    <w:link w:val="23"/>
    <w:rsid w:val="00FF1941"/>
    <w:pPr>
      <w:spacing w:after="120" w:line="480" w:lineRule="auto"/>
      <w:jc w:val="both"/>
    </w:pPr>
    <w:rPr>
      <w:sz w:val="26"/>
      <w:szCs w:val="20"/>
    </w:rPr>
  </w:style>
  <w:style w:type="character" w:customStyle="1" w:styleId="23">
    <w:name w:val="Основной текст 2 Знак"/>
    <w:basedOn w:val="a0"/>
    <w:link w:val="22"/>
    <w:rsid w:val="00FF1941"/>
    <w:rPr>
      <w:sz w:val="26"/>
    </w:rPr>
  </w:style>
  <w:style w:type="paragraph" w:customStyle="1" w:styleId="ConsPlusTitle">
    <w:name w:val="ConsPlusTitle"/>
    <w:rsid w:val="00FF194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5">
    <w:name w:val="Основной текст (5)"/>
    <w:basedOn w:val="a0"/>
    <w:rsid w:val="00FF19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513pt">
    <w:name w:val="Основной текст (5) + 13 pt;Курсив"/>
    <w:basedOn w:val="a0"/>
    <w:rsid w:val="00FF19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2F43"/>
    <w:rPr>
      <w:sz w:val="24"/>
      <w:szCs w:val="24"/>
    </w:rPr>
  </w:style>
  <w:style w:type="paragraph" w:styleId="1">
    <w:name w:val="heading 1"/>
    <w:basedOn w:val="a"/>
    <w:next w:val="a"/>
    <w:qFormat/>
    <w:rsid w:val="00202F43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202F43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AF73E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02F43"/>
    <w:pPr>
      <w:framePr w:w="4843" w:h="4324" w:hSpace="180" w:wrap="around" w:vAnchor="text" w:hAnchor="page" w:x="1445" w:y="-182"/>
      <w:spacing w:after="120"/>
      <w:jc w:val="center"/>
    </w:pPr>
    <w:rPr>
      <w:rFonts w:ascii="a_BodoniNovaNr" w:hAnsi="a_BodoniNovaNr"/>
      <w:b/>
      <w:bCs/>
      <w:sz w:val="22"/>
      <w:szCs w:val="22"/>
    </w:rPr>
  </w:style>
  <w:style w:type="paragraph" w:styleId="a4">
    <w:name w:val="Body Text Indent"/>
    <w:basedOn w:val="a"/>
    <w:rsid w:val="00202F43"/>
    <w:pPr>
      <w:ind w:firstLine="567"/>
      <w:jc w:val="both"/>
    </w:pPr>
    <w:rPr>
      <w:sz w:val="26"/>
      <w:szCs w:val="20"/>
    </w:rPr>
  </w:style>
  <w:style w:type="paragraph" w:styleId="a5">
    <w:name w:val="Title"/>
    <w:basedOn w:val="a"/>
    <w:qFormat/>
    <w:rsid w:val="00202F43"/>
    <w:pPr>
      <w:jc w:val="center"/>
    </w:pPr>
    <w:rPr>
      <w:b/>
      <w:sz w:val="30"/>
      <w:szCs w:val="20"/>
    </w:rPr>
  </w:style>
  <w:style w:type="paragraph" w:styleId="21">
    <w:name w:val="Body Text Indent 2"/>
    <w:basedOn w:val="a"/>
    <w:rsid w:val="00202F43"/>
    <w:pPr>
      <w:spacing w:line="360" w:lineRule="auto"/>
      <w:ind w:firstLine="720"/>
      <w:jc w:val="both"/>
    </w:pPr>
    <w:rPr>
      <w:sz w:val="26"/>
      <w:szCs w:val="26"/>
    </w:rPr>
  </w:style>
  <w:style w:type="paragraph" w:styleId="a6">
    <w:name w:val="header"/>
    <w:basedOn w:val="a"/>
    <w:rsid w:val="00045CF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45CF9"/>
  </w:style>
  <w:style w:type="paragraph" w:styleId="a8">
    <w:name w:val="caption"/>
    <w:basedOn w:val="a"/>
    <w:next w:val="a"/>
    <w:qFormat/>
    <w:rsid w:val="00FD46C2"/>
    <w:pPr>
      <w:framePr w:w="4843" w:h="3169" w:hSpace="180" w:wrap="around" w:vAnchor="text" w:hAnchor="page" w:x="1036" w:y="1"/>
      <w:spacing w:after="120"/>
      <w:jc w:val="center"/>
    </w:pPr>
    <w:rPr>
      <w:rFonts w:ascii="a_BodoniNovaNr" w:hAnsi="a_BodoniNovaNr"/>
      <w:b/>
      <w:sz w:val="28"/>
      <w:szCs w:val="20"/>
    </w:rPr>
  </w:style>
  <w:style w:type="table" w:styleId="a9">
    <w:name w:val="Table Grid"/>
    <w:basedOn w:val="a1"/>
    <w:rsid w:val="000105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F73E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footer"/>
    <w:basedOn w:val="a"/>
    <w:rsid w:val="00AF73E3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rsid w:val="0025483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2548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9"/>
    <w:rsid w:val="00692A8A"/>
    <w:rPr>
      <w:sz w:val="28"/>
      <w:szCs w:val="24"/>
    </w:rPr>
  </w:style>
  <w:style w:type="paragraph" w:styleId="22">
    <w:name w:val="Body Text 2"/>
    <w:basedOn w:val="a"/>
    <w:link w:val="23"/>
    <w:rsid w:val="00FF1941"/>
    <w:pPr>
      <w:spacing w:after="120" w:line="480" w:lineRule="auto"/>
      <w:jc w:val="both"/>
    </w:pPr>
    <w:rPr>
      <w:sz w:val="26"/>
      <w:szCs w:val="20"/>
    </w:rPr>
  </w:style>
  <w:style w:type="character" w:customStyle="1" w:styleId="23">
    <w:name w:val="Основной текст 2 Знак"/>
    <w:basedOn w:val="a0"/>
    <w:link w:val="22"/>
    <w:rsid w:val="00FF1941"/>
    <w:rPr>
      <w:sz w:val="26"/>
    </w:rPr>
  </w:style>
  <w:style w:type="paragraph" w:customStyle="1" w:styleId="ConsPlusTitle">
    <w:name w:val="ConsPlusTitle"/>
    <w:rsid w:val="00FF194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5">
    <w:name w:val="Основной текст (5)"/>
    <w:basedOn w:val="a0"/>
    <w:rsid w:val="00FF19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513pt">
    <w:name w:val="Основной текст (5) + 13 pt;Курсив"/>
    <w:basedOn w:val="a0"/>
    <w:rsid w:val="00FF19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6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4;&#1086;&#1082;&#1091;&#1084;&#1077;&#1085;&#1090;&#1099;\%20&#1056;&#1072;&#1073;&#1086;&#1095;&#1080;&#1077;%20&#1087;&#1088;&#1086;&#1074;&#1077;&#1088;&#1082;&#1080;\&#1064;&#1072;&#1073;&#1083;&#1086;&#1085;&#1099;%20&#1073;&#1083;&#1072;&#1085;&#1082;&#1086;&#1074;%20&#1076;&#1083;&#1103;%20&#1087;&#1088;&#1086;&#1074;&#1077;&#1088;&#1086;&#1082;\&#1064;&#1072;&#1073;&#1083;&#1086;&#1085;&#1099;%20&#1055;&#1086;%20&#1089;&#1083;&#1091;&#1078;&#1077;&#1073;&#1085;&#1099;&#1084;%20&#1087;&#1088;&#1086;&#1074;&#1077;&#1088;&#1082;&#1072;&#1084;\&#1064;&#1072;&#1073;&#1083;&#1086;&#1085;%20-%20&#1055;&#1088;&#1080;&#1082;&#1072;&#1079;%20&#1086;%20&#1085;&#1072;&#1079;&#1085;&#1072;&#1095;&#1077;&#1085;&#1080;&#1080;%20&#1087;&#1088;&#1086;&#1074;&#1077;&#1088;&#1082;&#1080;%20(&#1086;&#1073;&#1097;&#1080;&#1081;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- Приказ о назначении проверки (общий)</Template>
  <TotalTime>90</TotalTime>
  <Pages>2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УФСИН</Company>
  <LinksUpToDate>false</LinksUpToDate>
  <CharactersWithSpaces>4079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Инспекция</dc:creator>
  <cp:lastModifiedBy>Microsoft Office</cp:lastModifiedBy>
  <cp:revision>13</cp:revision>
  <cp:lastPrinted>2017-04-11T14:00:00Z</cp:lastPrinted>
  <dcterms:created xsi:type="dcterms:W3CDTF">2017-07-24T11:27:00Z</dcterms:created>
  <dcterms:modified xsi:type="dcterms:W3CDTF">2019-04-04T16:22:00Z</dcterms:modified>
</cp:coreProperties>
</file>